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77" w:rsidRDefault="00654277"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3405904E" wp14:editId="547DBD67">
            <wp:simplePos x="0" y="0"/>
            <wp:positionH relativeFrom="column">
              <wp:posOffset>-400050</wp:posOffset>
            </wp:positionH>
            <wp:positionV relativeFrom="paragraph">
              <wp:posOffset>-527685</wp:posOffset>
            </wp:positionV>
            <wp:extent cx="1828800" cy="2495550"/>
            <wp:effectExtent l="0" t="0" r="0" b="0"/>
            <wp:wrapThrough wrapText="bothSides">
              <wp:wrapPolygon edited="0">
                <wp:start x="0" y="0"/>
                <wp:lineTo x="0" y="21435"/>
                <wp:lineTo x="21375" y="21435"/>
                <wp:lineTo x="21375" y="0"/>
                <wp:lineTo x="0" y="0"/>
              </wp:wrapPolygon>
            </wp:wrapThrough>
            <wp:docPr id="1" name="Picture 1" descr="http://t2.gstatic.com/images?q=tbn:ANd9GcRWHHcBXzoOZWaeD1WQod926xiVBNU_h4koDbq9uysGCOjO2dKX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WHHcBXzoOZWaeD1WQod926xiVBNU_h4koDbq9uysGCOjO2dKX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Name _________________________________ Date</w:t>
      </w:r>
    </w:p>
    <w:p w:rsidR="00F12AEC" w:rsidRDefault="00F12AEC">
      <w:r>
        <w:t xml:space="preserve">What does the author mean when he talks about “bang-ups” and “hang-ups”? Write down a “bang-up” and “hang-up” that you might have? </w:t>
      </w:r>
    </w:p>
    <w:p w:rsidR="00F12AEC" w:rsidRDefault="00F12AEC">
      <w:r>
        <w:t>______________________________________________________________</w:t>
      </w:r>
    </w:p>
    <w:p w:rsidR="00F12AEC" w:rsidRDefault="00F12AEC">
      <w:r>
        <w:t>______________________________________________________________</w:t>
      </w:r>
    </w:p>
    <w:p w:rsidR="00F12AEC" w:rsidRDefault="00F12AEC">
      <w:r>
        <w:t>______________________________________________________________</w:t>
      </w:r>
    </w:p>
    <w:p w:rsidR="00F12AEC" w:rsidRDefault="00F12AEC">
      <w:r>
        <w:t>Write down some everyday challenges and choices you have.  ______________________________________________________________</w:t>
      </w:r>
    </w:p>
    <w:p w:rsidR="00F12AEC" w:rsidRDefault="00F12AEC">
      <w:r>
        <w:t>______________________________________________________________</w:t>
      </w:r>
    </w:p>
    <w:p w:rsidR="00F12AEC" w:rsidRDefault="00F82F72">
      <w:r>
        <w:t>_____________________________________________________________________________________</w:t>
      </w:r>
    </w:p>
    <w:p w:rsidR="00F82F72" w:rsidRDefault="00F82F72"/>
    <w:p w:rsidR="00F82F72" w:rsidRDefault="00F82F72">
      <w:r>
        <w:t>What are some challenges or “slumps” you have had to overcome?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>
      <w:r>
        <w:t>What are your goals for this year?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>
      <w:r>
        <w:t>What are your goals for after high school?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2C59434" wp14:editId="60D355FF">
            <wp:simplePos x="0" y="0"/>
            <wp:positionH relativeFrom="column">
              <wp:posOffset>4067175</wp:posOffset>
            </wp:positionH>
            <wp:positionV relativeFrom="paragraph">
              <wp:posOffset>194945</wp:posOffset>
            </wp:positionV>
            <wp:extent cx="2657475" cy="1724025"/>
            <wp:effectExtent l="0" t="0" r="9525" b="9525"/>
            <wp:wrapNone/>
            <wp:docPr id="2" name="Picture 2" descr="http://t2.gstatic.com/images?q=tbn:ANd9GcTsvp-J7ByGuu0Oclqos5YFhcC4C2b1K0LB6OTVXFVpoJvCWK7w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Tsvp-J7ByGuu0Oclqos5YFhcC4C2b1K0LB6OTVXFVpoJvCWK7wA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How can we help you to achieve your goals?</w:t>
      </w:r>
    </w:p>
    <w:p w:rsidR="00F82F72" w:rsidRDefault="00F82F72" w:rsidP="00F82F72">
      <w:r>
        <w:t>_____________________________________________________________________________________</w:t>
      </w:r>
    </w:p>
    <w:p w:rsidR="00F82F72" w:rsidRDefault="00F82F72" w:rsidP="00F82F72">
      <w:r>
        <w:t>_____________________________________________________________________________________</w:t>
      </w:r>
    </w:p>
    <w:p w:rsidR="00F12AEC" w:rsidRDefault="00F82F72">
      <w:r>
        <w:t>_____________________________________________________________________________________</w:t>
      </w:r>
    </w:p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p w:rsidR="00F12AEC" w:rsidRDefault="00F12AEC"/>
    <w:sectPr w:rsidR="00F12AEC" w:rsidSect="00F82F7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EC"/>
    <w:rsid w:val="00547E95"/>
    <w:rsid w:val="00654277"/>
    <w:rsid w:val="006D33A8"/>
    <w:rsid w:val="00F12AEC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oh+the+places+you+will+go&amp;hl=en&amp;safe=active&amp;sa=G&amp;biw=1110&amp;bih=725&amp;gbv=2&amp;tbm=isch&amp;tbnid=HrmC5MYW0iiJYM:&amp;imgrefurl=http://www.goodreads.com/book/show/191139.Oh_the_Places_You_ll_Go_&amp;docid=vOmb8ppS3i5iZM&amp;w=367&amp;h=500&amp;ei=ndxXTv7YNoGcgQeVpLGxDA&amp;zoom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BADDCD52.dotm</Template>
  <TotalTime>0</TotalTime>
  <Pages>2</Pages>
  <Words>292</Words>
  <Characters>1665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Aycock, Karen</dc:creator>
  <cp:lastModifiedBy>Hunter, Erin S</cp:lastModifiedBy>
  <cp:revision>2</cp:revision>
  <cp:lastPrinted>2011-08-26T18:05:00Z</cp:lastPrinted>
  <dcterms:created xsi:type="dcterms:W3CDTF">2011-09-02T18:04:00Z</dcterms:created>
  <dcterms:modified xsi:type="dcterms:W3CDTF">2011-09-02T18:04:00Z</dcterms:modified>
</cp:coreProperties>
</file>